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2021年国家自然科学基金推进工作进度安排</w:t>
      </w:r>
    </w:p>
    <w:tbl>
      <w:tblPr>
        <w:tblStyle w:val="4"/>
        <w:tblW w:w="937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1"/>
        <w:gridCol w:w="1514"/>
        <w:gridCol w:w="3908"/>
        <w:gridCol w:w="17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  <w:jc w:val="center"/>
        </w:trPr>
        <w:tc>
          <w:tcPr>
            <w:tcW w:w="2191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推进阶段</w:t>
            </w:r>
          </w:p>
        </w:tc>
        <w:tc>
          <w:tcPr>
            <w:tcW w:w="1514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时间点</w:t>
            </w:r>
          </w:p>
        </w:tc>
        <w:tc>
          <w:tcPr>
            <w:tcW w:w="3908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进度安排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责任单位及主体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atLeast"/>
          <w:jc w:val="center"/>
        </w:trPr>
        <w:tc>
          <w:tcPr>
            <w:tcW w:w="2191" w:type="dxa"/>
            <w:vMerge w:val="restart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第一阶段</w:t>
            </w: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（选题、论证）2020.12.4-2020.12.31</w:t>
            </w:r>
          </w:p>
        </w:tc>
        <w:tc>
          <w:tcPr>
            <w:tcW w:w="151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2020.12.4</w:t>
            </w:r>
          </w:p>
        </w:tc>
        <w:tc>
          <w:tcPr>
            <w:tcW w:w="3908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1、学院反馈工作方案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2、反馈拟申报人员表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3、专家库建设表</w:t>
            </w:r>
          </w:p>
        </w:tc>
        <w:tc>
          <w:tcPr>
            <w:tcW w:w="1763" w:type="dxa"/>
            <w:vMerge w:val="restart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学院、申报人员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2191" w:type="dxa"/>
            <w:vMerge w:val="continue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1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2020.12.11</w:t>
            </w:r>
          </w:p>
        </w:tc>
        <w:tc>
          <w:tcPr>
            <w:tcW w:w="3908" w:type="dxa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反馈拟申报人员选题及摘要至科技处</w:t>
            </w:r>
          </w:p>
        </w:tc>
        <w:tc>
          <w:tcPr>
            <w:tcW w:w="1763" w:type="dxa"/>
            <w:vMerge w:val="continue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  <w:jc w:val="center"/>
        </w:trPr>
        <w:tc>
          <w:tcPr>
            <w:tcW w:w="2191" w:type="dxa"/>
            <w:vMerge w:val="continue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1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2020.12.18</w:t>
            </w:r>
          </w:p>
        </w:tc>
        <w:tc>
          <w:tcPr>
            <w:tcW w:w="3908" w:type="dxa"/>
            <w:vAlign w:val="center"/>
          </w:tcPr>
          <w:p>
            <w:pPr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学院、学科层面集中邀请专家开展申报辅导，完成选题论证工作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学院、学科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2191" w:type="dxa"/>
            <w:vMerge w:val="continue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1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2020.12.25</w:t>
            </w:r>
          </w:p>
        </w:tc>
        <w:tc>
          <w:tcPr>
            <w:tcW w:w="3908" w:type="dxa"/>
            <w:vAlign w:val="center"/>
          </w:tcPr>
          <w:p>
            <w:pPr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申报人员完成申请书初稿撰写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申报人员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2191" w:type="dxa"/>
            <w:vMerge w:val="continue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1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2020.12.31</w:t>
            </w:r>
          </w:p>
        </w:tc>
        <w:tc>
          <w:tcPr>
            <w:tcW w:w="3908" w:type="dxa"/>
            <w:vAlign w:val="center"/>
          </w:tcPr>
          <w:p>
            <w:pPr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学科层面完成第一轮评审及反馈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8" w:hRule="atLeast"/>
          <w:jc w:val="center"/>
        </w:trPr>
        <w:tc>
          <w:tcPr>
            <w:tcW w:w="2191" w:type="dxa"/>
            <w:vMerge w:val="restart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第二阶段</w:t>
            </w: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（系统填报、校内评审）</w:t>
            </w: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2021.1.1-2021.1.28</w:t>
            </w:r>
          </w:p>
        </w:tc>
        <w:tc>
          <w:tcPr>
            <w:tcW w:w="151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2021.1.20</w:t>
            </w:r>
          </w:p>
        </w:tc>
        <w:tc>
          <w:tcPr>
            <w:tcW w:w="3908" w:type="dxa"/>
            <w:vAlign w:val="center"/>
          </w:tcPr>
          <w:p>
            <w:pPr>
              <w:numPr>
                <w:ilvl w:val="0"/>
                <w:numId w:val="1"/>
              </w:numPr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申报人员完成系统填写（至少完成本子进度的80%）</w:t>
            </w:r>
          </w:p>
          <w:p>
            <w:pPr>
              <w:numPr>
                <w:ilvl w:val="0"/>
                <w:numId w:val="1"/>
              </w:numPr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学院收集整理基金本子（系统导出的PDF稿），报送学校科技处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学院、申报人员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  <w:jc w:val="center"/>
        </w:trPr>
        <w:tc>
          <w:tcPr>
            <w:tcW w:w="2191" w:type="dxa"/>
            <w:vMerge w:val="continue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1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2021.1.23-</w:t>
            </w: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2021.1.25</w:t>
            </w:r>
          </w:p>
        </w:tc>
        <w:tc>
          <w:tcPr>
            <w:tcW w:w="3908" w:type="dxa"/>
            <w:vAlign w:val="center"/>
          </w:tcPr>
          <w:p>
            <w:pPr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学校层面邀请校内、校外专家进行第二轮评审及反馈（形式上为封闭式集中评审）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学院、科技处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2191" w:type="dxa"/>
            <w:vMerge w:val="continue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1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2021.1.26-</w:t>
            </w: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2021.1.28</w:t>
            </w:r>
          </w:p>
        </w:tc>
        <w:tc>
          <w:tcPr>
            <w:tcW w:w="3908" w:type="dxa"/>
            <w:vAlign w:val="center"/>
          </w:tcPr>
          <w:p>
            <w:pPr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申报人员根据反馈意见修改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申报人员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  <w:jc w:val="center"/>
        </w:trPr>
        <w:tc>
          <w:tcPr>
            <w:tcW w:w="219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第三阶段</w:t>
            </w: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（校外评审）</w:t>
            </w: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2021.1.29-2021.1.31</w:t>
            </w:r>
          </w:p>
        </w:tc>
        <w:tc>
          <w:tcPr>
            <w:tcW w:w="151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2021.1.29-</w:t>
            </w: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2021.1.31</w:t>
            </w:r>
          </w:p>
        </w:tc>
        <w:tc>
          <w:tcPr>
            <w:tcW w:w="3908" w:type="dxa"/>
            <w:vAlign w:val="center"/>
          </w:tcPr>
          <w:p>
            <w:pPr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学校挑选合格本子送校外专家开展评审及反馈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学院、科技处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219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第四阶段</w:t>
            </w: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（打磨完善）</w:t>
            </w: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2021.2.1-2021.2.21</w:t>
            </w:r>
          </w:p>
        </w:tc>
        <w:tc>
          <w:tcPr>
            <w:tcW w:w="151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2021.2.21</w:t>
            </w:r>
          </w:p>
        </w:tc>
        <w:tc>
          <w:tcPr>
            <w:tcW w:w="3908" w:type="dxa"/>
            <w:vAlign w:val="center"/>
          </w:tcPr>
          <w:p>
            <w:pPr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1、申报人员利用假期继续打磨本子</w:t>
            </w:r>
          </w:p>
          <w:p>
            <w:pPr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2、自行联系相关专家给予指导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申报人员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219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第五阶段</w:t>
            </w: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（重点评审）</w:t>
            </w: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2021.2.22-2021.2.28</w:t>
            </w:r>
          </w:p>
        </w:tc>
        <w:tc>
          <w:tcPr>
            <w:tcW w:w="151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2021.2.26</w:t>
            </w:r>
          </w:p>
        </w:tc>
        <w:tc>
          <w:tcPr>
            <w:tcW w:w="3908" w:type="dxa"/>
            <w:vAlign w:val="center"/>
          </w:tcPr>
          <w:p>
            <w:pPr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学校挑选优秀青年基金本子，再次邀请专家评审及反馈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学院、</w:t>
            </w:r>
            <w:bookmarkStart w:id="0" w:name="_GoBack"/>
            <w:bookmarkEnd w:id="0"/>
            <w:r>
              <w:rPr>
                <w:rFonts w:hint="eastAsia"/>
                <w:vertAlign w:val="baseline"/>
                <w:lang w:val="en-US" w:eastAsia="zh-CN"/>
              </w:rPr>
              <w:t>科技处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2191" w:type="dxa"/>
            <w:vMerge w:val="restart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第六阶段</w:t>
            </w: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（形式审查）</w:t>
            </w: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2021.3.1-2021.3.12</w:t>
            </w:r>
          </w:p>
        </w:tc>
        <w:tc>
          <w:tcPr>
            <w:tcW w:w="151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2021.3.1</w:t>
            </w:r>
          </w:p>
        </w:tc>
        <w:tc>
          <w:tcPr>
            <w:tcW w:w="3908" w:type="dxa"/>
            <w:vAlign w:val="center"/>
          </w:tcPr>
          <w:p>
            <w:pPr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组织申报人员、科研秘书开展形式审查培训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科技处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  <w:jc w:val="center"/>
        </w:trPr>
        <w:tc>
          <w:tcPr>
            <w:tcW w:w="2191" w:type="dxa"/>
            <w:vMerge w:val="continue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1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2021.3.12</w:t>
            </w:r>
          </w:p>
        </w:tc>
        <w:tc>
          <w:tcPr>
            <w:tcW w:w="3908" w:type="dxa"/>
            <w:vAlign w:val="bottom"/>
          </w:tcPr>
          <w:p>
            <w:pPr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完成申报人员、学院、学校三级形式审查并反馈修改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申报人员、学院、科技处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219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第七阶段</w:t>
            </w: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（审核提交）</w:t>
            </w: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2021.3.13-2021.3.18</w:t>
            </w:r>
          </w:p>
        </w:tc>
        <w:tc>
          <w:tcPr>
            <w:tcW w:w="151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2021.3.18</w:t>
            </w:r>
          </w:p>
        </w:tc>
        <w:tc>
          <w:tcPr>
            <w:tcW w:w="3908" w:type="dxa"/>
            <w:vAlign w:val="center"/>
          </w:tcPr>
          <w:p>
            <w:pPr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完成系统最终审核提交工作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科技处</w:t>
            </w:r>
          </w:p>
        </w:tc>
      </w:tr>
    </w:tbl>
    <w:p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CB0A16"/>
    <w:multiLevelType w:val="singleLevel"/>
    <w:tmpl w:val="40CB0A1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EC0C88"/>
    <w:rsid w:val="09726027"/>
    <w:rsid w:val="2DC80E81"/>
    <w:rsid w:val="387F31C7"/>
    <w:rsid w:val="4662300F"/>
    <w:rsid w:val="47DD7D6C"/>
    <w:rsid w:val="49F45BC0"/>
    <w:rsid w:val="4A5B0AFF"/>
    <w:rsid w:val="54463272"/>
    <w:rsid w:val="59084352"/>
    <w:rsid w:val="64FC3DEB"/>
    <w:rsid w:val="6D074B64"/>
    <w:rsid w:val="6D535020"/>
    <w:rsid w:val="744539BB"/>
    <w:rsid w:val="7DB0502B"/>
    <w:rsid w:val="7DEC0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2020-12-03T00:19:00Z</dcterms:created>
  <dc:creator>Administrator</dc:creator>
  <cp:lastModifiedBy>Administrator</cp:lastModifiedBy>
  <dcterms:modified xsi:type="dcterms:W3CDTF">2021-01-06T01:17:43Z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